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6400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64000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Γ8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640003" w:rsidRPr="0064000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Ο2.Ε33 </w:t>
            </w:r>
            <w:bookmarkStart w:id="0" w:name="_GoBack"/>
            <w:bookmarkEnd w:id="0"/>
            <w:r w:rsidR="00640003" w:rsidRPr="00640003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640003" w:rsidRPr="0064000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08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640003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αναφερθούν: Κατασκευαστής, Σειρά, Μοντέλο</w:t>
            </w:r>
          </w:p>
        </w:tc>
        <w:tc>
          <w:tcPr>
            <w:tcW w:w="1441" w:type="dxa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40003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DF25B3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Τεχνολογίας προβολής τύπου DLP</w:t>
            </w:r>
          </w:p>
        </w:tc>
        <w:tc>
          <w:tcPr>
            <w:tcW w:w="1441" w:type="dxa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4000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Φυσική ανάλυση τουλάχιστον 1920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1080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40003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DF25B3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Φωτεινότητα &gt;= 4200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lumens</w:t>
            </w:r>
            <w:proofErr w:type="spellEnd"/>
          </w:p>
        </w:tc>
        <w:tc>
          <w:tcPr>
            <w:tcW w:w="1441" w:type="dxa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4000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DF25B3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Λόγος αντίθεσης τουλάχιστον 300,000:1</w:t>
            </w:r>
          </w:p>
        </w:tc>
        <w:tc>
          <w:tcPr>
            <w:tcW w:w="1441" w:type="dxa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4000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DF25B3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Φυσική αναλογία εικόνας 16:9</w:t>
            </w:r>
          </w:p>
        </w:tc>
        <w:tc>
          <w:tcPr>
            <w:tcW w:w="1441" w:type="dxa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40003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DF25B3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Συμβατότητα με αναλογίες εικόνας 4:3, 16:10</w:t>
            </w:r>
          </w:p>
        </w:tc>
        <w:tc>
          <w:tcPr>
            <w:tcW w:w="1441" w:type="dxa"/>
          </w:tcPr>
          <w:p w:rsidR="00640003" w:rsidRPr="00EF62A6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40003" w:rsidRPr="00EF62A6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40003" w:rsidRPr="00EF62A6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64000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Οριζόντια διόρθωση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Keystone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τουλάχιστον +/-15μοίρες</w:t>
            </w:r>
          </w:p>
        </w:tc>
        <w:tc>
          <w:tcPr>
            <w:tcW w:w="1441" w:type="dxa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4000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C60E4A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Κάθετη διόρθωση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Keystone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τουλάχιστον +/-15μοίρες</w:t>
            </w:r>
          </w:p>
        </w:tc>
        <w:tc>
          <w:tcPr>
            <w:tcW w:w="1441" w:type="dxa"/>
          </w:tcPr>
          <w:p w:rsidR="00640003" w:rsidRDefault="00640003" w:rsidP="00640003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C60E4A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DF25B3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Πηγή φωτός LASER</w:t>
            </w:r>
          </w:p>
        </w:tc>
        <w:tc>
          <w:tcPr>
            <w:tcW w:w="1441" w:type="dxa"/>
          </w:tcPr>
          <w:p w:rsidR="00640003" w:rsidRDefault="00640003" w:rsidP="00640003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C60E4A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Ελάχιστος χρόνος ζωής πηγής φωτός &gt;= 30.000 ώρες</w:t>
            </w:r>
          </w:p>
        </w:tc>
        <w:tc>
          <w:tcPr>
            <w:tcW w:w="1441" w:type="dxa"/>
          </w:tcPr>
          <w:p w:rsidR="00640003" w:rsidRDefault="00640003" w:rsidP="00640003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C60E4A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Μέγεθος προβαλλόμενης εικόνας (διαγώνιος) από 36” (0,91μ.) έως 292” (7,42μ.)</w:t>
            </w:r>
          </w:p>
        </w:tc>
        <w:tc>
          <w:tcPr>
            <w:tcW w:w="1441" w:type="dxa"/>
          </w:tcPr>
          <w:p w:rsidR="00640003" w:rsidRDefault="00640003" w:rsidP="00640003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C60E4A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DF25B3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Λόγος προβολής τουλάχιστον 0.5:1</w:t>
            </w:r>
          </w:p>
        </w:tc>
        <w:tc>
          <w:tcPr>
            <w:tcW w:w="1441" w:type="dxa"/>
          </w:tcPr>
          <w:p w:rsidR="00640003" w:rsidRDefault="00640003" w:rsidP="00640003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C60E4A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Απόσταση προβολής τουλάχιστον από 0,4μ. έως 3,2μ.</w:t>
            </w:r>
          </w:p>
        </w:tc>
        <w:tc>
          <w:tcPr>
            <w:tcW w:w="1441" w:type="dxa"/>
          </w:tcPr>
          <w:p w:rsidR="00640003" w:rsidRDefault="00640003" w:rsidP="00640003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684924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DF25B3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Είσοδος HDMI &gt;=1</w:t>
            </w:r>
          </w:p>
        </w:tc>
        <w:tc>
          <w:tcPr>
            <w:tcW w:w="1441" w:type="dxa"/>
          </w:tcPr>
          <w:p w:rsidR="00640003" w:rsidRDefault="00640003" w:rsidP="00640003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684924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υποστηρίζει προβολή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</w:t>
            </w:r>
          </w:p>
        </w:tc>
        <w:tc>
          <w:tcPr>
            <w:tcW w:w="1441" w:type="dxa"/>
          </w:tcPr>
          <w:p w:rsidR="00640003" w:rsidRDefault="00640003" w:rsidP="00640003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684924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DF25B3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υποστηρίζει συνεχόμενη λειτουργία (24/7)</w:t>
            </w:r>
          </w:p>
        </w:tc>
        <w:tc>
          <w:tcPr>
            <w:tcW w:w="1441" w:type="dxa"/>
          </w:tcPr>
          <w:p w:rsidR="00640003" w:rsidRDefault="00640003" w:rsidP="00640003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684924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υποστηρίζει λειτουργία σε οποιαδήποτε θέση εντός 360 μοιρών</w:t>
            </w:r>
          </w:p>
        </w:tc>
        <w:tc>
          <w:tcPr>
            <w:tcW w:w="1441" w:type="dxa"/>
          </w:tcPr>
          <w:p w:rsidR="00640003" w:rsidRDefault="00640003" w:rsidP="00640003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684924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τουλάχιστον ένα ενσωματωμένο ηχείο, ισχύος &gt;=15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Watt</w:t>
            </w:r>
            <w:proofErr w:type="spellEnd"/>
          </w:p>
        </w:tc>
        <w:tc>
          <w:tcPr>
            <w:tcW w:w="1441" w:type="dxa"/>
          </w:tcPr>
          <w:p w:rsidR="00640003" w:rsidRDefault="00640003" w:rsidP="00640003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684924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συμπεριλαμβάνεται Ι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χειριστήριο ελέγχου</w:t>
            </w:r>
          </w:p>
        </w:tc>
        <w:tc>
          <w:tcPr>
            <w:tcW w:w="1441" w:type="dxa"/>
          </w:tcPr>
          <w:p w:rsidR="00640003" w:rsidRDefault="00640003" w:rsidP="00640003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684924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τροφοδοτείται από δίκτυο τάσεως 220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VAC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/50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</w:p>
        </w:tc>
        <w:tc>
          <w:tcPr>
            <w:tcW w:w="1441" w:type="dxa"/>
          </w:tcPr>
          <w:p w:rsidR="00640003" w:rsidRDefault="00640003" w:rsidP="00640003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684924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DF25B3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καλής λειτουργίας &gt;= 3 έτη</w:t>
            </w:r>
          </w:p>
        </w:tc>
        <w:tc>
          <w:tcPr>
            <w:tcW w:w="1441" w:type="dxa"/>
          </w:tcPr>
          <w:p w:rsidR="00640003" w:rsidRDefault="00640003" w:rsidP="00640003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0003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40003" w:rsidRPr="00684924" w:rsidRDefault="00640003" w:rsidP="0064000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23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0003" w:rsidRPr="00FE320D" w:rsidRDefault="00640003" w:rsidP="006400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περιλαμβάνεται κατάλληλη τσάντα μεταφοράς του ιδίου κατασκευαστή</w:t>
            </w:r>
          </w:p>
        </w:tc>
        <w:tc>
          <w:tcPr>
            <w:tcW w:w="1441" w:type="dxa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40003" w:rsidRPr="00DF25B3" w:rsidRDefault="00640003" w:rsidP="0064000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B6EAB"/>
    <w:rsid w:val="001E6292"/>
    <w:rsid w:val="002B7ED1"/>
    <w:rsid w:val="00305264"/>
    <w:rsid w:val="00406FB0"/>
    <w:rsid w:val="00633A63"/>
    <w:rsid w:val="00640003"/>
    <w:rsid w:val="00671793"/>
    <w:rsid w:val="00684924"/>
    <w:rsid w:val="00A40B4A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2EED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2</Pages>
  <Words>209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2025-09-10T07:42:00Z</dcterms:created>
  <dcterms:modified xsi:type="dcterms:W3CDTF">2025-09-10T07:42:00Z</dcterms:modified>
</cp:coreProperties>
</file>